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856585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56585">
              <w:rPr>
                <w:b/>
                <w:sz w:val="26"/>
                <w:szCs w:val="26"/>
                <w:lang w:val="en-US"/>
              </w:rPr>
              <w:t>203B_273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856585" w:rsidRDefault="00856585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856585">
              <w:rPr>
                <w:b/>
                <w:sz w:val="26"/>
                <w:szCs w:val="26"/>
                <w:lang w:val="en-US"/>
              </w:rPr>
              <w:t>2299281</w:t>
            </w:r>
            <w:r w:rsidR="00C50CDB" w:rsidRPr="00856585">
              <w:rPr>
                <w:b/>
                <w:sz w:val="26"/>
                <w:szCs w:val="26"/>
                <w:lang w:val="en-US"/>
              </w:rPr>
              <w:t xml:space="preserve">               </w:t>
            </w:r>
            <w:bookmarkEnd w:id="0"/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B00738" w:rsidRPr="002C0290" w:rsidTr="00623D73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0738" w:rsidRPr="002C0290" w:rsidRDefault="00B00738" w:rsidP="00623D7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738" w:rsidRPr="002C0290" w:rsidRDefault="00B00738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B00738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738" w:rsidRPr="002C0290" w:rsidRDefault="00B00738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B00738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738" w:rsidRPr="002C0290" w:rsidRDefault="00B00738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B00738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738" w:rsidRPr="002C0290" w:rsidRDefault="00B00738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B00738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738" w:rsidRPr="002C0290" w:rsidRDefault="00B00738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B00738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738" w:rsidRPr="002C0290" w:rsidRDefault="00B00738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C50CDB" w:rsidRPr="00CB6078" w:rsidRDefault="00C50CDB" w:rsidP="00B00738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FE0142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FE0142">
        <w:rPr>
          <w:b/>
          <w:sz w:val="26"/>
          <w:szCs w:val="26"/>
        </w:rPr>
        <w:t xml:space="preserve"> </w:t>
      </w:r>
      <w:r w:rsidR="00FE0142" w:rsidRPr="00FE0142">
        <w:rPr>
          <w:b/>
          <w:sz w:val="26"/>
          <w:szCs w:val="26"/>
        </w:rPr>
        <w:t>(</w:t>
      </w:r>
      <w:r w:rsidR="008916B1" w:rsidRPr="00FE0142">
        <w:rPr>
          <w:b/>
          <w:sz w:val="26"/>
          <w:szCs w:val="26"/>
        </w:rPr>
        <w:t>Гайка М8 оци</w:t>
      </w:r>
      <w:r w:rsidR="009E2643">
        <w:rPr>
          <w:b/>
          <w:sz w:val="26"/>
          <w:szCs w:val="26"/>
        </w:rPr>
        <w:t>н</w:t>
      </w:r>
      <w:r w:rsidR="008916B1" w:rsidRPr="00FE0142">
        <w:rPr>
          <w:b/>
          <w:sz w:val="26"/>
          <w:szCs w:val="26"/>
        </w:rPr>
        <w:t>кованная</w:t>
      </w:r>
      <w:r w:rsidR="00FE0142" w:rsidRPr="00FE0142">
        <w:rPr>
          <w:b/>
          <w:sz w:val="26"/>
          <w:szCs w:val="26"/>
        </w:rPr>
        <w:t>)</w:t>
      </w:r>
      <w:r w:rsidR="009E2643">
        <w:rPr>
          <w:b/>
          <w:sz w:val="26"/>
          <w:szCs w:val="26"/>
        </w:rPr>
        <w:t>.</w:t>
      </w:r>
      <w:r w:rsidR="009C0389" w:rsidRPr="00FE0142">
        <w:rPr>
          <w:b/>
          <w:sz w:val="26"/>
          <w:szCs w:val="26"/>
        </w:rPr>
        <w:t xml:space="preserve"> Лот № </w:t>
      </w:r>
      <w:r w:rsidR="00BD2843" w:rsidRPr="009E2643">
        <w:rPr>
          <w:b/>
          <w:sz w:val="26"/>
          <w:szCs w:val="26"/>
          <w:u w:val="single"/>
        </w:rPr>
        <w:t>203</w:t>
      </w:r>
      <w:r w:rsidR="00BD2843" w:rsidRPr="009E2643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9E2643" w:rsidRDefault="009E2643" w:rsidP="009E264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E2643" w:rsidRDefault="009E2643" w:rsidP="009E2643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9E2643" w:rsidRDefault="009E2643" w:rsidP="009E264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E2643" w:rsidRDefault="009E2643" w:rsidP="009E264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E2643" w:rsidRDefault="009E2643" w:rsidP="009E264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9E2643" w:rsidRDefault="009E2643" w:rsidP="009E264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E2643" w:rsidRDefault="009E2643" w:rsidP="009E264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E2643" w:rsidRDefault="009E2643" w:rsidP="009E264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E2643" w:rsidRDefault="009E2643" w:rsidP="009E264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E2643" w:rsidRDefault="009E2643" w:rsidP="009E264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9E2643" w:rsidRDefault="009E2643" w:rsidP="009E264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9E2643" w:rsidRDefault="009E2643" w:rsidP="009E264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2.2.Участник закупочных процедур на право заключения договора на поставку метизов для нужд </w:t>
      </w:r>
      <w:r w:rsidR="00B00738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E2643" w:rsidRDefault="009E2643" w:rsidP="009E264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9E2643" w:rsidRDefault="009E2643" w:rsidP="009E264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9E2643" w:rsidRDefault="009E2643" w:rsidP="009E264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E2643" w:rsidRDefault="009E2643" w:rsidP="009E264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9E2643" w:rsidRDefault="009E2643" w:rsidP="009E2643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E2643" w:rsidRDefault="009E2643" w:rsidP="009E264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9E2643" w:rsidRDefault="009E2643" w:rsidP="009E264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E2643" w:rsidRDefault="009E2643" w:rsidP="009E264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9E2643" w:rsidRDefault="009E2643" w:rsidP="009E264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9E2643" w:rsidRDefault="009E2643" w:rsidP="009E264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9E2643" w:rsidRDefault="009E2643" w:rsidP="009E2643">
      <w:pPr>
        <w:spacing w:line="276" w:lineRule="auto"/>
        <w:rPr>
          <w:sz w:val="24"/>
          <w:szCs w:val="24"/>
        </w:rPr>
      </w:pPr>
    </w:p>
    <w:p w:rsidR="009E2643" w:rsidRDefault="009E2643" w:rsidP="009E264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E2643" w:rsidRDefault="009E2643" w:rsidP="009E26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E2643" w:rsidRDefault="009E2643" w:rsidP="009E26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E2643" w:rsidRDefault="009E2643" w:rsidP="009E264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E2643" w:rsidRDefault="009E2643" w:rsidP="009E26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E2643" w:rsidRDefault="009E2643" w:rsidP="009E26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E2643" w:rsidRDefault="009E2643" w:rsidP="009E264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E2643" w:rsidRDefault="009E2643" w:rsidP="009E26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9E2643" w:rsidRDefault="009E2643" w:rsidP="009E26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E2643" w:rsidRDefault="009E2643" w:rsidP="009E26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9E2643" w:rsidRDefault="009E2643" w:rsidP="009E26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9E2643" w:rsidRDefault="009E2643" w:rsidP="009E264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9E2643" w:rsidRDefault="009E2643" w:rsidP="009E264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9E2643" w:rsidRDefault="009E2643" w:rsidP="009E264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E2643" w:rsidRDefault="009E2643" w:rsidP="009E26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B00738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9E2643" w:rsidRDefault="009E2643" w:rsidP="009E264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E2643" w:rsidRDefault="009E2643" w:rsidP="009E2643">
      <w:pPr>
        <w:rPr>
          <w:sz w:val="26"/>
          <w:szCs w:val="26"/>
        </w:rPr>
      </w:pPr>
    </w:p>
    <w:p w:rsidR="00B00738" w:rsidRDefault="00B00738" w:rsidP="009E2643">
      <w:pPr>
        <w:rPr>
          <w:sz w:val="26"/>
          <w:szCs w:val="26"/>
        </w:rPr>
      </w:pPr>
    </w:p>
    <w:p w:rsidR="00B00738" w:rsidRDefault="00B00738" w:rsidP="009E2643">
      <w:pPr>
        <w:rPr>
          <w:sz w:val="26"/>
          <w:szCs w:val="26"/>
        </w:rPr>
      </w:pPr>
    </w:p>
    <w:p w:rsidR="009E2643" w:rsidRDefault="009E2643" w:rsidP="009E2643">
      <w:pPr>
        <w:rPr>
          <w:sz w:val="26"/>
          <w:szCs w:val="26"/>
        </w:rPr>
      </w:pPr>
    </w:p>
    <w:p w:rsidR="00B00738" w:rsidRPr="007C78FC" w:rsidRDefault="00B00738" w:rsidP="00B00738">
      <w:pPr>
        <w:spacing w:after="240"/>
        <w:ind w:firstLine="0"/>
        <w:rPr>
          <w:b/>
          <w:sz w:val="26"/>
          <w:szCs w:val="26"/>
        </w:rPr>
      </w:pP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9E2643" w:rsidRDefault="009E2643" w:rsidP="009E264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9E264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bookmarkStart w:id="1" w:name="_GoBack"/>
      <w:bookmarkEnd w:id="1"/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9F2" w:rsidRDefault="00E279F2">
      <w:r>
        <w:separator/>
      </w:r>
    </w:p>
  </w:endnote>
  <w:endnote w:type="continuationSeparator" w:id="0">
    <w:p w:rsidR="00E279F2" w:rsidRDefault="00E279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9F2" w:rsidRDefault="00E279F2">
      <w:r>
        <w:separator/>
      </w:r>
    </w:p>
  </w:footnote>
  <w:footnote w:type="continuationSeparator" w:id="0">
    <w:p w:rsidR="00E279F2" w:rsidRDefault="00E279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27097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16B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3F2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60D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1955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974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23E0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B5B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6585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B1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1A87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643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2A5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073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1E28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279F2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3EEC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24C3"/>
    <w:rsid w:val="00FD44AD"/>
    <w:rsid w:val="00FE0142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6AB53-7135-4B4A-B095-CF8F0950620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EE4FD923-6FA7-4397-AC1B-59314731E6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2093DB-34F4-4205-8770-125EA1BE7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E31B29-CDBC-44ED-B594-CC2D9F836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25</TotalTime>
  <Pages>3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Aleksandrova.DA</cp:lastModifiedBy>
  <cp:revision>3</cp:revision>
  <cp:lastPrinted>2010-09-30T13:29:00Z</cp:lastPrinted>
  <dcterms:created xsi:type="dcterms:W3CDTF">2016-09-28T10:53:00Z</dcterms:created>
  <dcterms:modified xsi:type="dcterms:W3CDTF">2016-09-28T11:45:00Z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